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426"/>
        <w:gridCol w:w="4677"/>
      </w:tblGrid>
      <w:tr w:rsidR="00C6765F" w:rsidRPr="006D5342" w14:paraId="0E33E6A3" w14:textId="77777777" w:rsidTr="006D5342">
        <w:trPr>
          <w:trHeight w:val="1837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6D5342" w:rsidRDefault="00C6765F" w:rsidP="00C6765F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1)</w:t>
            </w:r>
          </w:p>
        </w:tc>
        <w:tc>
          <w:tcPr>
            <w:tcW w:w="4677" w:type="dxa"/>
            <w:tcBorders>
              <w:left w:val="nil"/>
            </w:tcBorders>
          </w:tcPr>
          <w:p w14:paraId="543BE07C" w14:textId="6E2D3C19" w:rsidR="00105331" w:rsidRPr="006D5342" w:rsidRDefault="00FB07D0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 w:cs="Tahoma"/>
              </w:rPr>
              <w:t>Calculate</w:t>
            </w:r>
            <w:r w:rsidR="000A5111">
              <w:rPr>
                <w:rFonts w:ascii="Century Gothic" w:hAnsi="Century Gothic" w:cs="Tahom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4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5</m:t>
                  </m:r>
                </m:den>
              </m:f>
            </m:oMath>
            <w:r w:rsidR="000A5111">
              <w:rPr>
                <w:rFonts w:ascii="Century Gothic" w:eastAsiaTheme="minorEastAsia" w:hAnsi="Century Gothic" w:cs="Tahoma"/>
              </w:rPr>
              <w:t xml:space="preserve"> of </w:t>
            </w:r>
            <w:r>
              <w:rPr>
                <w:rFonts w:ascii="Century Gothic" w:eastAsiaTheme="minorEastAsia" w:hAnsi="Century Gothic" w:cs="Tahoma"/>
              </w:rPr>
              <w:t>30</w:t>
            </w:r>
          </w:p>
        </w:tc>
        <w:tc>
          <w:tcPr>
            <w:tcW w:w="426" w:type="dxa"/>
            <w:tcBorders>
              <w:right w:val="nil"/>
            </w:tcBorders>
          </w:tcPr>
          <w:p w14:paraId="181FE9F0" w14:textId="77777777" w:rsidR="00C6765F" w:rsidRPr="006D5342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2)</w:t>
            </w:r>
          </w:p>
        </w:tc>
        <w:tc>
          <w:tcPr>
            <w:tcW w:w="4677" w:type="dxa"/>
            <w:tcBorders>
              <w:left w:val="nil"/>
            </w:tcBorders>
          </w:tcPr>
          <w:p w14:paraId="5327BA00" w14:textId="77777777" w:rsidR="006D5342" w:rsidRDefault="00574000" w:rsidP="006D5342">
            <w:pPr>
              <w:spacing w:before="120" w:after="0"/>
              <w:rPr>
                <w:rFonts w:ascii="Century Gothic" w:hAnsi="Century Gothic" w:cs="Tahoma"/>
              </w:rPr>
            </w:pPr>
            <w:r w:rsidRPr="006D5342">
              <w:rPr>
                <w:rFonts w:ascii="Century Gothic" w:hAnsi="Century Gothic" w:cs="Tahoma"/>
              </w:rPr>
              <w:t xml:space="preserve">The top speed of cheetah is 120kmh.  </w:t>
            </w:r>
          </w:p>
          <w:p w14:paraId="1B5E5D74" w14:textId="21D3BDDE" w:rsidR="00C6765F" w:rsidRPr="006D5342" w:rsidRDefault="00574000" w:rsidP="006D5342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6D5342">
              <w:rPr>
                <w:rFonts w:ascii="Century Gothic" w:hAnsi="Century Gothic" w:cs="Tahoma"/>
              </w:rPr>
              <w:t>If it could travel at this speed constantly, how long would it take to travel 300km?</w:t>
            </w:r>
          </w:p>
        </w:tc>
      </w:tr>
      <w:tr w:rsidR="00C6765F" w:rsidRPr="006D5342" w14:paraId="02717925" w14:textId="77777777" w:rsidTr="006D5342">
        <w:trPr>
          <w:trHeight w:val="2102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6D5342" w:rsidRDefault="00C6765F" w:rsidP="00C6765F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3)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7AFFEBD7" w14:textId="7AE7925A" w:rsidR="00125C71" w:rsidRPr="006D5342" w:rsidRDefault="00DE02E1" w:rsidP="005D37DE">
            <w:pPr>
              <w:spacing w:before="120" w:after="0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F3ACF4C" wp14:editId="11E89CFE">
                      <wp:simplePos x="0" y="0"/>
                      <wp:positionH relativeFrom="column">
                        <wp:posOffset>2013585</wp:posOffset>
                      </wp:positionH>
                      <wp:positionV relativeFrom="paragraph">
                        <wp:posOffset>46355</wp:posOffset>
                      </wp:positionV>
                      <wp:extent cx="834390" cy="834390"/>
                      <wp:effectExtent l="12700" t="12700" r="16510" b="1651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4390" cy="834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D3080D2" id="Oval 3" o:spid="_x0000_s1026" style="position:absolute;margin-left:158.55pt;margin-top:3.65pt;width:65.7pt;height:65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" fillcolor="white [3201]" strokecolor="black [3200]" strokeweight="2pt"/>
                  </w:pict>
                </mc:Fallback>
              </mc:AlternateContent>
            </w: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1E486E2" wp14:editId="675062BB">
                      <wp:simplePos x="0" y="0"/>
                      <wp:positionH relativeFrom="column">
                        <wp:posOffset>2407920</wp:posOffset>
                      </wp:positionH>
                      <wp:positionV relativeFrom="paragraph">
                        <wp:posOffset>191770</wp:posOffset>
                      </wp:positionV>
                      <wp:extent cx="316230" cy="271145"/>
                      <wp:effectExtent l="0" t="0" r="13970" b="2095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6230" cy="2711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7FB295" id="Straight Connector 5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6pt,15.1pt" to="214.5pt,3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" strokecolor="black [3040]"/>
                  </w:pict>
                </mc:Fallback>
              </mc:AlternateContent>
            </w: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F65BAB4" wp14:editId="5494C8B6">
                      <wp:simplePos x="0" y="0"/>
                      <wp:positionH relativeFrom="column">
                        <wp:posOffset>2253571</wp:posOffset>
                      </wp:positionH>
                      <wp:positionV relativeFrom="paragraph">
                        <wp:posOffset>139065</wp:posOffset>
                      </wp:positionV>
                      <wp:extent cx="471170" cy="27559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170" cy="275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21D447" w14:textId="2C7FF735" w:rsidR="002C5377" w:rsidRDefault="002C5377">
                                  <w:r>
                                    <w:t>8cm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F65BA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177.45pt;margin-top:10.95pt;width:37.1pt;height:21.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" filled="f" stroked="f" strokeweight=".5pt">
                      <v:textbox>
                        <w:txbxContent>
                          <w:p w14:paraId="3B21D447" w14:textId="2C7FF735" w:rsidR="002C5377" w:rsidRDefault="002C5377">
                            <w:r>
                              <w:t>8cm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C5377" w:rsidRPr="006D5342">
              <w:rPr>
                <w:rFonts w:ascii="Century Gothic" w:hAnsi="Century Gothic"/>
              </w:rPr>
              <w:t xml:space="preserve">A circle has a </w:t>
            </w:r>
            <w:r w:rsidR="00E37898" w:rsidRPr="006D5342">
              <w:rPr>
                <w:rFonts w:ascii="Century Gothic" w:hAnsi="Century Gothic"/>
              </w:rPr>
              <w:t>radius</w:t>
            </w:r>
            <w:r w:rsidR="002C5377" w:rsidRPr="006D5342">
              <w:rPr>
                <w:rFonts w:ascii="Century Gothic" w:hAnsi="Century Gothic"/>
              </w:rPr>
              <w:t xml:space="preserve"> of 8cm.</w:t>
            </w:r>
          </w:p>
          <w:p w14:paraId="5155B1A5" w14:textId="49C7BA6C" w:rsidR="002C5377" w:rsidRPr="006D5342" w:rsidRDefault="002C5377" w:rsidP="002C5377">
            <w:pPr>
              <w:spacing w:after="0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 xml:space="preserve">Work out its </w:t>
            </w:r>
            <w:r w:rsidR="00E37898" w:rsidRPr="006D5342">
              <w:rPr>
                <w:rFonts w:ascii="Century Gothic" w:hAnsi="Century Gothic"/>
              </w:rPr>
              <w:t>area</w:t>
            </w:r>
            <w:r w:rsidRPr="006D5342">
              <w:rPr>
                <w:rFonts w:ascii="Century Gothic" w:hAnsi="Century Gothic"/>
              </w:rPr>
              <w:t>.</w:t>
            </w:r>
          </w:p>
          <w:p w14:paraId="683B8A61" w14:textId="04ECA9DF" w:rsidR="000740DB" w:rsidRPr="006D5342" w:rsidRDefault="000740DB" w:rsidP="005D37DE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6D5342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4)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1F0897F5" w14:textId="77777777" w:rsidR="00946174" w:rsidRPr="006D5342" w:rsidRDefault="00946174" w:rsidP="006D5342">
            <w:pPr>
              <w:spacing w:before="120" w:after="0"/>
              <w:rPr>
                <w:rFonts w:ascii="Century Gothic" w:hAnsi="Century Gothic" w:cs="Tahoma"/>
              </w:rPr>
            </w:pPr>
            <w:r w:rsidRPr="006D5342">
              <w:rPr>
                <w:rFonts w:ascii="Century Gothic" w:hAnsi="Century Gothic" w:cs="Tahoma"/>
              </w:rPr>
              <w:t>Complete the table for:</w:t>
            </w:r>
          </w:p>
          <w:p w14:paraId="33C5864A" w14:textId="69FDECFD" w:rsidR="00946174" w:rsidRPr="006D5342" w:rsidRDefault="00946174" w:rsidP="006D5342">
            <w:pPr>
              <w:spacing w:after="0"/>
              <w:jc w:val="center"/>
              <w:rPr>
                <w:rFonts w:ascii="Century Gothic" w:eastAsiaTheme="minorEastAsia" w:hAnsi="Century Gothic" w:cs="Tahoma"/>
              </w:rPr>
            </w:pPr>
            <m:oMathPara>
              <m:oMath>
                <m:r>
                  <w:rPr>
                    <w:rFonts w:ascii="Cambria Math" w:hAnsi="Cambria Math" w:cs="Tahoma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</w:rPr>
                  <m:t>+3</m:t>
                </m:r>
              </m:oMath>
            </m:oMathPara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4"/>
              <w:gridCol w:w="575"/>
              <w:gridCol w:w="575"/>
              <w:gridCol w:w="575"/>
              <w:gridCol w:w="575"/>
              <w:gridCol w:w="575"/>
            </w:tblGrid>
            <w:tr w:rsidR="006D5342" w:rsidRPr="006D5342" w14:paraId="526A2975" w14:textId="77777777" w:rsidTr="00650E57">
              <w:tc>
                <w:tcPr>
                  <w:tcW w:w="574" w:type="dxa"/>
                </w:tcPr>
                <w:p w14:paraId="3BBDA70A" w14:textId="77777777" w:rsidR="006D5342" w:rsidRPr="006D5342" w:rsidRDefault="006D5342" w:rsidP="000A5111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Tahoma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575" w:type="dxa"/>
                </w:tcPr>
                <w:p w14:paraId="75BE0285" w14:textId="00688F65" w:rsidR="006D5342" w:rsidRPr="006D5342" w:rsidRDefault="006D5342" w:rsidP="000A5111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6D5342">
                    <w:rPr>
                      <w:rFonts w:ascii="Century Gothic" w:eastAsiaTheme="minorEastAsia" w:hAnsi="Century Gothic" w:cs="Tahoma"/>
                    </w:rPr>
                    <w:t>0</w:t>
                  </w:r>
                </w:p>
              </w:tc>
              <w:tc>
                <w:tcPr>
                  <w:tcW w:w="575" w:type="dxa"/>
                </w:tcPr>
                <w:p w14:paraId="1573AAFF" w14:textId="3B258AF2" w:rsidR="006D5342" w:rsidRPr="006D5342" w:rsidRDefault="006D5342" w:rsidP="000A5111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6D5342">
                    <w:rPr>
                      <w:rFonts w:ascii="Century Gothic" w:eastAsiaTheme="minorEastAsia" w:hAnsi="Century Gothic" w:cs="Tahoma"/>
                    </w:rPr>
                    <w:t>1</w:t>
                  </w:r>
                </w:p>
              </w:tc>
              <w:tc>
                <w:tcPr>
                  <w:tcW w:w="575" w:type="dxa"/>
                </w:tcPr>
                <w:p w14:paraId="1173A3B9" w14:textId="610FBEC9" w:rsidR="006D5342" w:rsidRPr="006D5342" w:rsidRDefault="006D5342" w:rsidP="000A5111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6D5342">
                    <w:rPr>
                      <w:rFonts w:ascii="Century Gothic" w:eastAsiaTheme="minorEastAsia" w:hAnsi="Century Gothic" w:cs="Tahoma"/>
                    </w:rPr>
                    <w:t>2</w:t>
                  </w:r>
                </w:p>
              </w:tc>
              <w:tc>
                <w:tcPr>
                  <w:tcW w:w="575" w:type="dxa"/>
                </w:tcPr>
                <w:p w14:paraId="1C5CB4B2" w14:textId="76779353" w:rsidR="006D5342" w:rsidRPr="006D5342" w:rsidRDefault="006D5342" w:rsidP="000A5111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6D5342">
                    <w:rPr>
                      <w:rFonts w:ascii="Century Gothic" w:eastAsiaTheme="minorEastAsia" w:hAnsi="Century Gothic" w:cs="Tahoma"/>
                    </w:rPr>
                    <w:t>3</w:t>
                  </w:r>
                </w:p>
              </w:tc>
              <w:tc>
                <w:tcPr>
                  <w:tcW w:w="575" w:type="dxa"/>
                </w:tcPr>
                <w:p w14:paraId="2B8CC4E4" w14:textId="31FA1476" w:rsidR="006D5342" w:rsidRPr="006D5342" w:rsidRDefault="006D5342" w:rsidP="000A5111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6D5342">
                    <w:rPr>
                      <w:rFonts w:ascii="Century Gothic" w:eastAsiaTheme="minorEastAsia" w:hAnsi="Century Gothic" w:cs="Tahoma"/>
                    </w:rPr>
                    <w:t>4</w:t>
                  </w:r>
                </w:p>
              </w:tc>
            </w:tr>
            <w:tr w:rsidR="00946174" w:rsidRPr="006D5342" w14:paraId="1735790C" w14:textId="77777777" w:rsidTr="00650E57">
              <w:tc>
                <w:tcPr>
                  <w:tcW w:w="574" w:type="dxa"/>
                </w:tcPr>
                <w:p w14:paraId="4DC5440C" w14:textId="77777777" w:rsidR="00946174" w:rsidRPr="006D5342" w:rsidRDefault="00946174" w:rsidP="000A5111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Tahoma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575" w:type="dxa"/>
                </w:tcPr>
                <w:p w14:paraId="23D05255" w14:textId="77777777" w:rsidR="00946174" w:rsidRPr="006D5342" w:rsidRDefault="00946174" w:rsidP="000A5111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575" w:type="dxa"/>
                </w:tcPr>
                <w:p w14:paraId="09F355C8" w14:textId="77777777" w:rsidR="00946174" w:rsidRPr="006D5342" w:rsidRDefault="00946174" w:rsidP="000A5111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575" w:type="dxa"/>
                </w:tcPr>
                <w:p w14:paraId="572E9765" w14:textId="77777777" w:rsidR="00946174" w:rsidRPr="006D5342" w:rsidRDefault="00946174" w:rsidP="000A5111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575" w:type="dxa"/>
                </w:tcPr>
                <w:p w14:paraId="3172F14F" w14:textId="77777777" w:rsidR="00946174" w:rsidRPr="006D5342" w:rsidRDefault="00946174" w:rsidP="000A5111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575" w:type="dxa"/>
                </w:tcPr>
                <w:p w14:paraId="21A02198" w14:textId="77777777" w:rsidR="00946174" w:rsidRPr="006D5342" w:rsidRDefault="00946174" w:rsidP="000A5111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</w:tr>
          </w:tbl>
          <w:p w14:paraId="4ACF45CD" w14:textId="40515396" w:rsidR="00946174" w:rsidRPr="006D5342" w:rsidRDefault="00FB07D0" w:rsidP="006D5342">
            <w:pPr>
              <w:spacing w:after="0"/>
              <w:rPr>
                <w:rFonts w:ascii="Century Gothic" w:eastAsiaTheme="minorEastAsia" w:hAnsi="Century Gothic" w:cs="Tahom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ahoma"/>
                      </w:rPr>
                      <m:t xml:space="preserve">    x</m:t>
                    </m:r>
                  </m:e>
                  <m:sup>
                    <m:r>
                      <w:rPr>
                        <w:rFonts w:ascii="Cambria Math" w:eastAsiaTheme="minorEastAsia" w:hAnsi="Cambria Math" w:cs="Tahoma"/>
                      </w:rPr>
                      <m:t>2</m:t>
                    </m:r>
                  </m:sup>
                </m:sSup>
              </m:oMath>
            </m:oMathPara>
          </w:p>
          <w:p w14:paraId="35867634" w14:textId="0CB5A989" w:rsidR="00C6765F" w:rsidRPr="006D5342" w:rsidRDefault="00946174" w:rsidP="006D5342">
            <w:pPr>
              <w:spacing w:before="120" w:after="0"/>
              <w:rPr>
                <w:rFonts w:ascii="Century Gothic" w:hAnsi="Century Gothic"/>
              </w:rPr>
            </w:pPr>
            <w:r w:rsidRPr="006D5342">
              <w:rPr>
                <w:rFonts w:ascii="Century Gothic" w:eastAsiaTheme="minorEastAsia" w:hAnsi="Century Gothic" w:cs="Tahoma"/>
              </w:rPr>
              <w:t xml:space="preserve">  +3</w:t>
            </w:r>
          </w:p>
        </w:tc>
      </w:tr>
      <w:tr w:rsidR="00C6765F" w:rsidRPr="006D5342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6D5342" w:rsidRDefault="00C6765F" w:rsidP="00C6765F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6E7FDE4D" w14:textId="56E3BA34" w:rsidR="00C6765F" w:rsidRPr="006D5342" w:rsidRDefault="00EC65FE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6D5342">
              <w:rPr>
                <w:rFonts w:ascii="Century Gothic" w:hAnsi="Century Gothic" w:cs="Tahoma"/>
                <w:noProof/>
                <w:lang w:eastAsia="en-GB"/>
              </w:rPr>
              <w:drawing>
                <wp:anchor distT="0" distB="0" distL="114300" distR="114300" simplePos="0" relativeHeight="251699200" behindDoc="0" locked="0" layoutInCell="1" allowOverlap="1" wp14:anchorId="1924F454" wp14:editId="226A06B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298450</wp:posOffset>
                  </wp:positionV>
                  <wp:extent cx="1403350" cy="877570"/>
                  <wp:effectExtent l="0" t="0" r="635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0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6C6A" w:rsidRPr="006D5342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0E3AB4" w:rsidRPr="006D5342"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="009F6C6A" w:rsidRPr="006D5342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</w:tc>
      </w:tr>
    </w:tbl>
    <w:p w14:paraId="5DDCD8AF" w14:textId="796B3F58" w:rsidR="00525119" w:rsidRPr="006D5342" w:rsidRDefault="00946174" w:rsidP="00FB07D0">
      <w:pPr>
        <w:spacing w:after="120"/>
        <w:rPr>
          <w:rFonts w:ascii="Century Gothic" w:hAnsi="Century Gothic"/>
          <w:b/>
          <w:sz w:val="24"/>
        </w:rPr>
      </w:pPr>
      <w:r w:rsidRPr="006D5342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C4C0152" wp14:editId="1DFAD084">
            <wp:simplePos x="0" y="0"/>
            <wp:positionH relativeFrom="column">
              <wp:posOffset>6054090</wp:posOffset>
            </wp:positionH>
            <wp:positionV relativeFrom="paragraph">
              <wp:posOffset>3820229</wp:posOffset>
            </wp:positionV>
            <wp:extent cx="572135" cy="40132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6D5342">
        <w:rPr>
          <w:rFonts w:ascii="Century Gothic" w:hAnsi="Century Gothic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6D5342">
        <w:rPr>
          <w:rFonts w:ascii="Century Gothic" w:hAnsi="Century Gothic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6D5342">
        <w:rPr>
          <w:rFonts w:ascii="Century Gothic" w:hAnsi="Century Gothic"/>
          <w:b/>
        </w:rPr>
        <w:t xml:space="preserve"> </w:t>
      </w:r>
      <w:r w:rsidR="00525119" w:rsidRPr="006D5342">
        <w:rPr>
          <w:rFonts w:ascii="Century Gothic" w:hAnsi="Century Gothic"/>
          <w:b/>
          <w:sz w:val="24"/>
        </w:rPr>
        <w:t xml:space="preserve">BBQ </w:t>
      </w:r>
      <w:r w:rsidR="00C6765F" w:rsidRPr="006D5342">
        <w:rPr>
          <w:rFonts w:ascii="Century Gothic" w:hAnsi="Century Gothic"/>
          <w:b/>
          <w:sz w:val="24"/>
        </w:rPr>
        <w:t>2</w:t>
      </w:r>
      <w:r w:rsidR="00D7350F" w:rsidRPr="006D5342">
        <w:rPr>
          <w:rFonts w:ascii="Century Gothic" w:hAnsi="Century Gothic"/>
          <w:b/>
          <w:sz w:val="24"/>
        </w:rPr>
        <w:t>3</w:t>
      </w:r>
      <w:r w:rsidR="00D51195" w:rsidRPr="006D5342">
        <w:rPr>
          <w:rFonts w:ascii="Century Gothic" w:hAnsi="Century Gothic"/>
          <w:b/>
          <w:sz w:val="24"/>
        </w:rPr>
        <w:t>.1</w:t>
      </w:r>
      <w:r w:rsidR="00525119" w:rsidRPr="006D5342">
        <w:rPr>
          <w:rFonts w:ascii="Century Gothic" w:hAnsi="Century Gothic"/>
          <w:b/>
          <w:sz w:val="24"/>
        </w:rPr>
        <w:t xml:space="preserve"> FOUNDATION</w:t>
      </w:r>
      <w:r w:rsidR="00EC4CCA" w:rsidRPr="006D5342">
        <w:rPr>
          <w:rFonts w:ascii="Century Gothic" w:hAnsi="Century Gothic"/>
          <w:b/>
          <w:sz w:val="24"/>
        </w:rPr>
        <w:tab/>
      </w:r>
      <w:r w:rsidR="00EC4CCA" w:rsidRPr="006D5342">
        <w:rPr>
          <w:rFonts w:ascii="Century Gothic" w:hAnsi="Century Gothic"/>
          <w:b/>
          <w:sz w:val="24"/>
        </w:rPr>
        <w:tab/>
      </w:r>
      <w:r w:rsidR="00EC4CCA" w:rsidRPr="006D5342">
        <w:rPr>
          <w:rFonts w:ascii="Century Gothic" w:hAnsi="Century Gothic"/>
          <w:b/>
          <w:sz w:val="24"/>
        </w:rPr>
        <w:tab/>
      </w:r>
      <w:r w:rsidR="00333535" w:rsidRPr="006D5342">
        <w:rPr>
          <w:rFonts w:ascii="Century Gothic" w:hAnsi="Century Gothic"/>
          <w:b/>
          <w:sz w:val="24"/>
        </w:rPr>
        <w:tab/>
      </w:r>
      <w:r w:rsidR="00333535" w:rsidRPr="006D5342">
        <w:rPr>
          <w:rFonts w:ascii="Century Gothic" w:hAnsi="Century Gothic"/>
          <w:b/>
          <w:sz w:val="24"/>
        </w:rPr>
        <w:tab/>
      </w:r>
    </w:p>
    <w:p w14:paraId="7C7196B9" w14:textId="49757958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3ABD05B4" w14:textId="77777777" w:rsidR="009A72D8" w:rsidRDefault="009A72D8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6B4D54EC" w14:textId="72083B4E" w:rsidR="000A63AF" w:rsidRDefault="000A63AF" w:rsidP="00666CDC">
      <w:pPr>
        <w:spacing w:after="120"/>
        <w:ind w:firstLine="720"/>
        <w:rPr>
          <w:rFonts w:ascii="Avenir Book" w:hAnsi="Avenir Book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426"/>
        <w:gridCol w:w="4677"/>
      </w:tblGrid>
      <w:tr w:rsidR="00B6291F" w:rsidRPr="006D5342" w14:paraId="5EA64096" w14:textId="77777777" w:rsidTr="00650E57">
        <w:trPr>
          <w:trHeight w:val="1837"/>
        </w:trPr>
        <w:tc>
          <w:tcPr>
            <w:tcW w:w="421" w:type="dxa"/>
            <w:tcBorders>
              <w:right w:val="nil"/>
            </w:tcBorders>
          </w:tcPr>
          <w:p w14:paraId="1D0BB7F2" w14:textId="77777777" w:rsidR="00B6291F" w:rsidRPr="006D5342" w:rsidRDefault="00B6291F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1)</w:t>
            </w:r>
          </w:p>
        </w:tc>
        <w:tc>
          <w:tcPr>
            <w:tcW w:w="4677" w:type="dxa"/>
            <w:tcBorders>
              <w:left w:val="nil"/>
            </w:tcBorders>
          </w:tcPr>
          <w:p w14:paraId="659C851F" w14:textId="60A80CD7" w:rsidR="00B6291F" w:rsidRPr="006D5342" w:rsidRDefault="00FB07D0" w:rsidP="00650E57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 w:cs="Tahoma"/>
              </w:rPr>
              <w:t xml:space="preserve">Calculate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4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5</m:t>
                  </m:r>
                </m:den>
              </m:f>
            </m:oMath>
            <w:r>
              <w:rPr>
                <w:rFonts w:ascii="Century Gothic" w:eastAsiaTheme="minorEastAsia" w:hAnsi="Century Gothic" w:cs="Tahoma"/>
              </w:rPr>
              <w:t xml:space="preserve"> of 30</w:t>
            </w:r>
            <w:bookmarkStart w:id="0" w:name="_GoBack"/>
            <w:bookmarkEnd w:id="0"/>
          </w:p>
        </w:tc>
        <w:tc>
          <w:tcPr>
            <w:tcW w:w="426" w:type="dxa"/>
            <w:tcBorders>
              <w:right w:val="nil"/>
            </w:tcBorders>
          </w:tcPr>
          <w:p w14:paraId="40ABD7AB" w14:textId="77777777" w:rsidR="00B6291F" w:rsidRPr="006D5342" w:rsidRDefault="00B6291F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2)</w:t>
            </w:r>
          </w:p>
        </w:tc>
        <w:tc>
          <w:tcPr>
            <w:tcW w:w="4677" w:type="dxa"/>
            <w:tcBorders>
              <w:left w:val="nil"/>
            </w:tcBorders>
          </w:tcPr>
          <w:p w14:paraId="1B7D9A0F" w14:textId="77777777" w:rsidR="00B6291F" w:rsidRDefault="00B6291F" w:rsidP="00650E57">
            <w:pPr>
              <w:spacing w:before="120" w:after="0"/>
              <w:rPr>
                <w:rFonts w:ascii="Century Gothic" w:hAnsi="Century Gothic" w:cs="Tahoma"/>
              </w:rPr>
            </w:pPr>
            <w:r w:rsidRPr="006D5342">
              <w:rPr>
                <w:rFonts w:ascii="Century Gothic" w:hAnsi="Century Gothic" w:cs="Tahoma"/>
              </w:rPr>
              <w:t xml:space="preserve">The top speed of cheetah is 120kmh.  </w:t>
            </w:r>
          </w:p>
          <w:p w14:paraId="3C8BEA3F" w14:textId="77777777" w:rsidR="00B6291F" w:rsidRPr="006D5342" w:rsidRDefault="00B6291F" w:rsidP="00650E57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6D5342">
              <w:rPr>
                <w:rFonts w:ascii="Century Gothic" w:hAnsi="Century Gothic" w:cs="Tahoma"/>
              </w:rPr>
              <w:t>If it could travel at this speed constantly, how long would it take to travel 300km?</w:t>
            </w:r>
          </w:p>
        </w:tc>
      </w:tr>
      <w:tr w:rsidR="00B6291F" w:rsidRPr="006D5342" w14:paraId="314C60C8" w14:textId="77777777" w:rsidTr="00650E57">
        <w:trPr>
          <w:trHeight w:val="2102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B08A232" w14:textId="77777777" w:rsidR="00B6291F" w:rsidRPr="006D5342" w:rsidRDefault="00B6291F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3)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05431AA1" w14:textId="77777777" w:rsidR="00B6291F" w:rsidRPr="006D5342" w:rsidRDefault="00B6291F" w:rsidP="00650E57">
            <w:pPr>
              <w:spacing w:before="120" w:after="0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13614EC" wp14:editId="02CD700A">
                      <wp:simplePos x="0" y="0"/>
                      <wp:positionH relativeFrom="column">
                        <wp:posOffset>2013585</wp:posOffset>
                      </wp:positionH>
                      <wp:positionV relativeFrom="paragraph">
                        <wp:posOffset>46355</wp:posOffset>
                      </wp:positionV>
                      <wp:extent cx="834390" cy="834390"/>
                      <wp:effectExtent l="12700" t="12700" r="16510" b="16510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4390" cy="834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CA1D314" id="Oval 13" o:spid="_x0000_s1026" style="position:absolute;margin-left:158.55pt;margin-top:3.65pt;width:65.7pt;height:65.7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" fillcolor="white [3201]" strokecolor="black [3200]" strokeweight="2pt"/>
                  </w:pict>
                </mc:Fallback>
              </mc:AlternateContent>
            </w: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E4FDBFE" wp14:editId="78B76721">
                      <wp:simplePos x="0" y="0"/>
                      <wp:positionH relativeFrom="column">
                        <wp:posOffset>2407920</wp:posOffset>
                      </wp:positionH>
                      <wp:positionV relativeFrom="paragraph">
                        <wp:posOffset>191770</wp:posOffset>
                      </wp:positionV>
                      <wp:extent cx="316230" cy="271145"/>
                      <wp:effectExtent l="0" t="0" r="13970" b="20955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6230" cy="2711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EC5782" id="Straight Connector 14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6pt,15.1pt" to="214.5pt,3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" strokecolor="black [3040]"/>
                  </w:pict>
                </mc:Fallback>
              </mc:AlternateContent>
            </w: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EFC5540" wp14:editId="215F4042">
                      <wp:simplePos x="0" y="0"/>
                      <wp:positionH relativeFrom="column">
                        <wp:posOffset>2253571</wp:posOffset>
                      </wp:positionH>
                      <wp:positionV relativeFrom="paragraph">
                        <wp:posOffset>139065</wp:posOffset>
                      </wp:positionV>
                      <wp:extent cx="471170" cy="275590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170" cy="275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51E003" w14:textId="77777777" w:rsidR="00B6291F" w:rsidRDefault="00B6291F" w:rsidP="00B6291F">
                                  <w:r>
                                    <w:t>8cm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FC5540" id="Text Box 15" o:spid="_x0000_s1027" type="#_x0000_t202" style="position:absolute;margin-left:177.45pt;margin-top:10.95pt;width:37.1pt;height:21.7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" filled="f" stroked="f" strokeweight=".5pt">
                      <v:textbox>
                        <w:txbxContent>
                          <w:p w14:paraId="6151E003" w14:textId="77777777" w:rsidR="00B6291F" w:rsidRDefault="00B6291F" w:rsidP="00B6291F">
                            <w:r>
                              <w:t>8cm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5342">
              <w:rPr>
                <w:rFonts w:ascii="Century Gothic" w:hAnsi="Century Gothic"/>
              </w:rPr>
              <w:t>A circle has a radius of 8cm.</w:t>
            </w:r>
          </w:p>
          <w:p w14:paraId="7A614A62" w14:textId="77777777" w:rsidR="00B6291F" w:rsidRPr="006D5342" w:rsidRDefault="00B6291F" w:rsidP="00650E57">
            <w:pPr>
              <w:spacing w:after="0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Work out its area.</w:t>
            </w:r>
          </w:p>
          <w:p w14:paraId="016F7EC7" w14:textId="77777777" w:rsidR="00B6291F" w:rsidRPr="006D5342" w:rsidRDefault="00B6291F" w:rsidP="00650E57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14:paraId="2D5F3E6F" w14:textId="77777777" w:rsidR="00B6291F" w:rsidRPr="006D5342" w:rsidRDefault="00B6291F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4)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39EAED43" w14:textId="77777777" w:rsidR="00B6291F" w:rsidRPr="006D5342" w:rsidRDefault="00B6291F" w:rsidP="00650E57">
            <w:pPr>
              <w:spacing w:before="120" w:after="0"/>
              <w:rPr>
                <w:rFonts w:ascii="Century Gothic" w:hAnsi="Century Gothic" w:cs="Tahoma"/>
              </w:rPr>
            </w:pPr>
            <w:r w:rsidRPr="006D5342">
              <w:rPr>
                <w:rFonts w:ascii="Century Gothic" w:hAnsi="Century Gothic" w:cs="Tahoma"/>
              </w:rPr>
              <w:t>Complete the table for:</w:t>
            </w:r>
          </w:p>
          <w:p w14:paraId="049CE684" w14:textId="77777777" w:rsidR="00B6291F" w:rsidRPr="006D5342" w:rsidRDefault="00B6291F" w:rsidP="00650E57">
            <w:pPr>
              <w:spacing w:after="0"/>
              <w:jc w:val="center"/>
              <w:rPr>
                <w:rFonts w:ascii="Century Gothic" w:eastAsiaTheme="minorEastAsia" w:hAnsi="Century Gothic" w:cs="Tahoma"/>
              </w:rPr>
            </w:pPr>
            <m:oMathPara>
              <m:oMath>
                <m:r>
                  <w:rPr>
                    <w:rFonts w:ascii="Cambria Math" w:hAnsi="Cambria Math" w:cs="Tahoma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</w:rPr>
                  <m:t>+3</m:t>
                </m:r>
              </m:oMath>
            </m:oMathPara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4"/>
              <w:gridCol w:w="575"/>
              <w:gridCol w:w="575"/>
              <w:gridCol w:w="575"/>
              <w:gridCol w:w="575"/>
              <w:gridCol w:w="575"/>
            </w:tblGrid>
            <w:tr w:rsidR="00B6291F" w:rsidRPr="006D5342" w14:paraId="5BBD18E8" w14:textId="77777777" w:rsidTr="00650E57">
              <w:tc>
                <w:tcPr>
                  <w:tcW w:w="574" w:type="dxa"/>
                </w:tcPr>
                <w:p w14:paraId="1244168B" w14:textId="77777777" w:rsidR="00B6291F" w:rsidRPr="006D5342" w:rsidRDefault="00B6291F" w:rsidP="000A5111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Tahoma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575" w:type="dxa"/>
                </w:tcPr>
                <w:p w14:paraId="59219C00" w14:textId="77777777" w:rsidR="00B6291F" w:rsidRPr="006D5342" w:rsidRDefault="00B6291F" w:rsidP="000A5111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6D5342">
                    <w:rPr>
                      <w:rFonts w:ascii="Century Gothic" w:eastAsiaTheme="minorEastAsia" w:hAnsi="Century Gothic" w:cs="Tahoma"/>
                    </w:rPr>
                    <w:t>0</w:t>
                  </w:r>
                </w:p>
              </w:tc>
              <w:tc>
                <w:tcPr>
                  <w:tcW w:w="575" w:type="dxa"/>
                </w:tcPr>
                <w:p w14:paraId="796A8D1B" w14:textId="77777777" w:rsidR="00B6291F" w:rsidRPr="006D5342" w:rsidRDefault="00B6291F" w:rsidP="000A5111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6D5342">
                    <w:rPr>
                      <w:rFonts w:ascii="Century Gothic" w:eastAsiaTheme="minorEastAsia" w:hAnsi="Century Gothic" w:cs="Tahoma"/>
                    </w:rPr>
                    <w:t>1</w:t>
                  </w:r>
                </w:p>
              </w:tc>
              <w:tc>
                <w:tcPr>
                  <w:tcW w:w="575" w:type="dxa"/>
                </w:tcPr>
                <w:p w14:paraId="07B42E3D" w14:textId="77777777" w:rsidR="00B6291F" w:rsidRPr="006D5342" w:rsidRDefault="00B6291F" w:rsidP="000A5111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6D5342">
                    <w:rPr>
                      <w:rFonts w:ascii="Century Gothic" w:eastAsiaTheme="minorEastAsia" w:hAnsi="Century Gothic" w:cs="Tahoma"/>
                    </w:rPr>
                    <w:t>2</w:t>
                  </w:r>
                </w:p>
              </w:tc>
              <w:tc>
                <w:tcPr>
                  <w:tcW w:w="575" w:type="dxa"/>
                </w:tcPr>
                <w:p w14:paraId="265E7D27" w14:textId="77777777" w:rsidR="00B6291F" w:rsidRPr="006D5342" w:rsidRDefault="00B6291F" w:rsidP="000A5111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6D5342">
                    <w:rPr>
                      <w:rFonts w:ascii="Century Gothic" w:eastAsiaTheme="minorEastAsia" w:hAnsi="Century Gothic" w:cs="Tahoma"/>
                    </w:rPr>
                    <w:t>3</w:t>
                  </w:r>
                </w:p>
              </w:tc>
              <w:tc>
                <w:tcPr>
                  <w:tcW w:w="575" w:type="dxa"/>
                </w:tcPr>
                <w:p w14:paraId="11F41457" w14:textId="77777777" w:rsidR="00B6291F" w:rsidRPr="006D5342" w:rsidRDefault="00B6291F" w:rsidP="000A5111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6D5342">
                    <w:rPr>
                      <w:rFonts w:ascii="Century Gothic" w:eastAsiaTheme="minorEastAsia" w:hAnsi="Century Gothic" w:cs="Tahoma"/>
                    </w:rPr>
                    <w:t>4</w:t>
                  </w:r>
                </w:p>
              </w:tc>
            </w:tr>
            <w:tr w:rsidR="00B6291F" w:rsidRPr="006D5342" w14:paraId="4A24D8BF" w14:textId="77777777" w:rsidTr="00650E57">
              <w:tc>
                <w:tcPr>
                  <w:tcW w:w="574" w:type="dxa"/>
                </w:tcPr>
                <w:p w14:paraId="00716B2E" w14:textId="77777777" w:rsidR="00B6291F" w:rsidRPr="006D5342" w:rsidRDefault="00B6291F" w:rsidP="000A5111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Tahoma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575" w:type="dxa"/>
                </w:tcPr>
                <w:p w14:paraId="1A297098" w14:textId="77777777" w:rsidR="00B6291F" w:rsidRPr="006D5342" w:rsidRDefault="00B6291F" w:rsidP="000A5111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575" w:type="dxa"/>
                </w:tcPr>
                <w:p w14:paraId="42D1497E" w14:textId="77777777" w:rsidR="00B6291F" w:rsidRPr="006D5342" w:rsidRDefault="00B6291F" w:rsidP="000A5111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575" w:type="dxa"/>
                </w:tcPr>
                <w:p w14:paraId="71FD36AF" w14:textId="77777777" w:rsidR="00B6291F" w:rsidRPr="006D5342" w:rsidRDefault="00B6291F" w:rsidP="000A5111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575" w:type="dxa"/>
                </w:tcPr>
                <w:p w14:paraId="1A27B9E2" w14:textId="77777777" w:rsidR="00B6291F" w:rsidRPr="006D5342" w:rsidRDefault="00B6291F" w:rsidP="000A5111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575" w:type="dxa"/>
                </w:tcPr>
                <w:p w14:paraId="0112D292" w14:textId="77777777" w:rsidR="00B6291F" w:rsidRPr="006D5342" w:rsidRDefault="00B6291F" w:rsidP="000A5111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</w:tr>
          </w:tbl>
          <w:p w14:paraId="029BE997" w14:textId="77777777" w:rsidR="00B6291F" w:rsidRPr="006D5342" w:rsidRDefault="00FB07D0" w:rsidP="00650E57">
            <w:pPr>
              <w:spacing w:after="0"/>
              <w:rPr>
                <w:rFonts w:ascii="Century Gothic" w:eastAsiaTheme="minorEastAsia" w:hAnsi="Century Gothic" w:cs="Tahom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ahoma"/>
                      </w:rPr>
                      <m:t xml:space="preserve">    x</m:t>
                    </m:r>
                  </m:e>
                  <m:sup>
                    <m:r>
                      <w:rPr>
                        <w:rFonts w:ascii="Cambria Math" w:eastAsiaTheme="minorEastAsia" w:hAnsi="Cambria Math" w:cs="Tahoma"/>
                      </w:rPr>
                      <m:t>2</m:t>
                    </m:r>
                  </m:sup>
                </m:sSup>
              </m:oMath>
            </m:oMathPara>
          </w:p>
          <w:p w14:paraId="325CE866" w14:textId="77777777" w:rsidR="00B6291F" w:rsidRPr="006D5342" w:rsidRDefault="00B6291F" w:rsidP="00650E57">
            <w:pPr>
              <w:spacing w:before="120" w:after="0"/>
              <w:rPr>
                <w:rFonts w:ascii="Century Gothic" w:hAnsi="Century Gothic"/>
              </w:rPr>
            </w:pPr>
            <w:r w:rsidRPr="006D5342">
              <w:rPr>
                <w:rFonts w:ascii="Century Gothic" w:eastAsiaTheme="minorEastAsia" w:hAnsi="Century Gothic" w:cs="Tahoma"/>
              </w:rPr>
              <w:t xml:space="preserve">  +3</w:t>
            </w:r>
          </w:p>
        </w:tc>
      </w:tr>
      <w:tr w:rsidR="00B6291F" w:rsidRPr="006D5342" w14:paraId="581FEB22" w14:textId="77777777" w:rsidTr="00650E57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A29AD53" w14:textId="77777777" w:rsidR="00B6291F" w:rsidRPr="006D5342" w:rsidRDefault="00B6291F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0BEB2CBC" w14:textId="77777777" w:rsidR="00B6291F" w:rsidRPr="006D5342" w:rsidRDefault="00B6291F" w:rsidP="00650E57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6D5342">
              <w:rPr>
                <w:rFonts w:ascii="Century Gothic" w:hAnsi="Century Gothic" w:cs="Tahoma"/>
                <w:noProof/>
                <w:lang w:eastAsia="en-GB"/>
              </w:rPr>
              <w:drawing>
                <wp:anchor distT="0" distB="0" distL="114300" distR="114300" simplePos="0" relativeHeight="251707392" behindDoc="0" locked="0" layoutInCell="1" allowOverlap="1" wp14:anchorId="5E30ECCE" wp14:editId="15F989F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298450</wp:posOffset>
                  </wp:positionV>
                  <wp:extent cx="1403350" cy="877570"/>
                  <wp:effectExtent l="0" t="0" r="6350" b="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0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D5342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</w:tc>
      </w:tr>
    </w:tbl>
    <w:p w14:paraId="5B8C5217" w14:textId="77777777" w:rsidR="00B6291F" w:rsidRPr="006D5342" w:rsidRDefault="00B6291F" w:rsidP="00B6291F">
      <w:pPr>
        <w:spacing w:after="120"/>
        <w:ind w:firstLine="720"/>
        <w:rPr>
          <w:rFonts w:ascii="Century Gothic" w:hAnsi="Century Gothic"/>
          <w:b/>
          <w:sz w:val="24"/>
        </w:rPr>
      </w:pPr>
      <w:r w:rsidRPr="006D5342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03296" behindDoc="0" locked="0" layoutInCell="1" allowOverlap="1" wp14:anchorId="212E3DCB" wp14:editId="06055AA8">
            <wp:simplePos x="0" y="0"/>
            <wp:positionH relativeFrom="column">
              <wp:posOffset>6054090</wp:posOffset>
            </wp:positionH>
            <wp:positionV relativeFrom="paragraph">
              <wp:posOffset>3820229</wp:posOffset>
            </wp:positionV>
            <wp:extent cx="572135" cy="401320"/>
            <wp:effectExtent l="0" t="0" r="0" b="508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5342">
        <w:rPr>
          <w:rFonts w:ascii="Century Gothic" w:hAnsi="Century Gothic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2272" behindDoc="0" locked="0" layoutInCell="1" allowOverlap="1" wp14:anchorId="1673A491" wp14:editId="6D7D17BA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0" name="Picture 2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5342">
        <w:rPr>
          <w:rFonts w:ascii="Century Gothic" w:hAnsi="Century Gothic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1248" behindDoc="0" locked="0" layoutInCell="1" allowOverlap="1" wp14:anchorId="73043E97" wp14:editId="04E22929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1" name="Picture 2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5342">
        <w:rPr>
          <w:rFonts w:ascii="Century Gothic" w:hAnsi="Century Gothic"/>
          <w:b/>
        </w:rPr>
        <w:t xml:space="preserve"> </w:t>
      </w:r>
      <w:r w:rsidRPr="006D5342">
        <w:rPr>
          <w:rFonts w:ascii="Century Gothic" w:hAnsi="Century Gothic"/>
          <w:b/>
          <w:sz w:val="24"/>
        </w:rPr>
        <w:t>BBQ 23.1 FOUNDATION</w:t>
      </w:r>
      <w:r w:rsidRPr="006D5342">
        <w:rPr>
          <w:rFonts w:ascii="Century Gothic" w:hAnsi="Century Gothic"/>
          <w:b/>
          <w:sz w:val="24"/>
        </w:rPr>
        <w:tab/>
      </w:r>
      <w:r w:rsidRPr="006D5342">
        <w:rPr>
          <w:rFonts w:ascii="Century Gothic" w:hAnsi="Century Gothic"/>
          <w:b/>
          <w:sz w:val="24"/>
        </w:rPr>
        <w:tab/>
      </w:r>
      <w:r w:rsidRPr="006D5342">
        <w:rPr>
          <w:rFonts w:ascii="Century Gothic" w:hAnsi="Century Gothic"/>
          <w:b/>
          <w:sz w:val="24"/>
        </w:rPr>
        <w:tab/>
      </w:r>
      <w:r w:rsidRPr="006D5342">
        <w:rPr>
          <w:rFonts w:ascii="Century Gothic" w:hAnsi="Century Gothic"/>
          <w:b/>
          <w:sz w:val="24"/>
        </w:rPr>
        <w:tab/>
      </w:r>
      <w:r w:rsidRPr="006D5342">
        <w:rPr>
          <w:rFonts w:ascii="Century Gothic" w:hAnsi="Century Gothic"/>
          <w:b/>
          <w:sz w:val="24"/>
        </w:rPr>
        <w:tab/>
      </w:r>
    </w:p>
    <w:p w14:paraId="10BFCF5C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740DB"/>
    <w:rsid w:val="000A43CA"/>
    <w:rsid w:val="000A5111"/>
    <w:rsid w:val="000A63AF"/>
    <w:rsid w:val="000E3AB4"/>
    <w:rsid w:val="00105331"/>
    <w:rsid w:val="00125C71"/>
    <w:rsid w:val="001826A9"/>
    <w:rsid w:val="0020147F"/>
    <w:rsid w:val="00213C21"/>
    <w:rsid w:val="002A3B06"/>
    <w:rsid w:val="002C5377"/>
    <w:rsid w:val="002D5D86"/>
    <w:rsid w:val="00333535"/>
    <w:rsid w:val="003F51D8"/>
    <w:rsid w:val="004008D8"/>
    <w:rsid w:val="00493EE3"/>
    <w:rsid w:val="0050136B"/>
    <w:rsid w:val="00505FC9"/>
    <w:rsid w:val="00525119"/>
    <w:rsid w:val="00574000"/>
    <w:rsid w:val="005D37DE"/>
    <w:rsid w:val="0064471D"/>
    <w:rsid w:val="00666CDC"/>
    <w:rsid w:val="006D5342"/>
    <w:rsid w:val="00705472"/>
    <w:rsid w:val="007B4226"/>
    <w:rsid w:val="007E2C1A"/>
    <w:rsid w:val="008E65F8"/>
    <w:rsid w:val="0090117B"/>
    <w:rsid w:val="0090585D"/>
    <w:rsid w:val="00946174"/>
    <w:rsid w:val="0099142F"/>
    <w:rsid w:val="009A72D8"/>
    <w:rsid w:val="009C20E4"/>
    <w:rsid w:val="009F6C6A"/>
    <w:rsid w:val="00AD3C1A"/>
    <w:rsid w:val="00B40DC9"/>
    <w:rsid w:val="00B6291F"/>
    <w:rsid w:val="00BE7AC9"/>
    <w:rsid w:val="00C240D5"/>
    <w:rsid w:val="00C41860"/>
    <w:rsid w:val="00C6765F"/>
    <w:rsid w:val="00D51195"/>
    <w:rsid w:val="00D723BE"/>
    <w:rsid w:val="00D7350F"/>
    <w:rsid w:val="00DB511B"/>
    <w:rsid w:val="00DE02E1"/>
    <w:rsid w:val="00E20822"/>
    <w:rsid w:val="00E37898"/>
    <w:rsid w:val="00E54E19"/>
    <w:rsid w:val="00E7749A"/>
    <w:rsid w:val="00EA0CA1"/>
    <w:rsid w:val="00EC4CCA"/>
    <w:rsid w:val="00EC65FE"/>
    <w:rsid w:val="00F04FE3"/>
    <w:rsid w:val="00FB07D0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4</TotalTime>
  <Pages>1</Pages>
  <Words>142</Words>
  <Characters>558</Characters>
  <Application>Microsoft Office Word</Application>
  <DocSecurity>0</DocSecurity>
  <Lines>279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14</cp:revision>
  <cp:lastPrinted>2019-03-18T18:13:00Z</cp:lastPrinted>
  <dcterms:created xsi:type="dcterms:W3CDTF">2019-03-18T18:05:00Z</dcterms:created>
  <dcterms:modified xsi:type="dcterms:W3CDTF">2019-03-18T18:13:00Z</dcterms:modified>
</cp:coreProperties>
</file>